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278"/>
        <w:gridCol w:w="7560"/>
        <w:gridCol w:w="738"/>
      </w:tblGrid>
      <w:tr w:rsidR="00D32764" w:rsidRPr="00BE5B09" w:rsidTr="003C5C2A">
        <w:trPr>
          <w:jc w:val="center"/>
        </w:trPr>
        <w:tc>
          <w:tcPr>
            <w:tcW w:w="1278" w:type="dxa"/>
            <w:vAlign w:val="center"/>
          </w:tcPr>
          <w:p w:rsidR="006375B2" w:rsidRDefault="006375B2" w:rsidP="006375B2"/>
        </w:tc>
        <w:tc>
          <w:tcPr>
            <w:tcW w:w="7560" w:type="dxa"/>
            <w:vAlign w:val="center"/>
          </w:tcPr>
          <w:p w:rsidR="006375B2" w:rsidRPr="002B4979" w:rsidRDefault="003C5C2A" w:rsidP="003C5C2A">
            <w:pPr>
              <w:jc w:val="center"/>
              <w:rPr>
                <w:rFonts w:ascii="Constantia" w:hAnsi="Constantia"/>
                <w:b/>
                <w:shadow/>
                <w:color w:val="008080"/>
                <w:sz w:val="64"/>
                <w:szCs w:val="64"/>
                <w:lang w:val="pt-PT"/>
              </w:rPr>
            </w:pPr>
            <w:r>
              <w:rPr>
                <w:rFonts w:ascii="Constantia" w:hAnsi="Constantia"/>
                <w:b/>
                <w:shadow/>
                <w:color w:val="008080"/>
                <w:sz w:val="64"/>
                <w:szCs w:val="64"/>
                <w:lang w:val="pt-PT"/>
              </w:rPr>
              <w:t xml:space="preserve">Lady Gilmour  District 2 </w:t>
            </w:r>
            <w:r w:rsidR="009A449F">
              <w:rPr>
                <w:rFonts w:ascii="Constantia" w:hAnsi="Constantia"/>
                <w:b/>
                <w:shadow/>
                <w:color w:val="008080"/>
                <w:sz w:val="64"/>
                <w:szCs w:val="64"/>
                <w:lang w:val="pt-PT"/>
              </w:rPr>
              <w:t xml:space="preserve">Mixed </w:t>
            </w:r>
            <w:r>
              <w:rPr>
                <w:rFonts w:ascii="Constantia" w:hAnsi="Constantia"/>
                <w:b/>
                <w:shadow/>
                <w:color w:val="008080"/>
                <w:sz w:val="64"/>
                <w:szCs w:val="64"/>
                <w:lang w:val="pt-PT"/>
              </w:rPr>
              <w:t>Championship</w:t>
            </w:r>
          </w:p>
          <w:p w:rsidR="000B0E08" w:rsidRDefault="003C5C2A" w:rsidP="003C5C2A">
            <w:pPr>
              <w:jc w:val="center"/>
              <w:rPr>
                <w:rFonts w:ascii="Cambria" w:hAnsi="Cambria"/>
                <w:b/>
                <w:shadow/>
                <w:color w:val="000000"/>
                <w:sz w:val="32"/>
                <w:szCs w:val="32"/>
                <w:lang w:val="pt-PT"/>
              </w:rPr>
            </w:pPr>
            <w:r>
              <w:rPr>
                <w:rFonts w:ascii="Cambria" w:hAnsi="Cambria"/>
                <w:b/>
                <w:shadow/>
                <w:color w:val="000000"/>
                <w:sz w:val="32"/>
                <w:szCs w:val="32"/>
                <w:lang w:val="pt-PT"/>
              </w:rPr>
              <w:t>Canadian Branch RCCC Championship Series</w:t>
            </w:r>
          </w:p>
          <w:p w:rsidR="00C816D6" w:rsidRPr="0056260D" w:rsidRDefault="00C816D6" w:rsidP="003C5C2A">
            <w:pPr>
              <w:jc w:val="center"/>
              <w:rPr>
                <w:rFonts w:ascii="Cambria" w:hAnsi="Cambria"/>
                <w:b/>
                <w:shadow/>
                <w:color w:val="000000"/>
                <w:sz w:val="32"/>
                <w:szCs w:val="32"/>
                <w:lang w:val="pt-PT"/>
              </w:rPr>
            </w:pPr>
            <w:r>
              <w:rPr>
                <w:rFonts w:ascii="Cambria" w:hAnsi="Cambria"/>
                <w:b/>
                <w:shadow/>
                <w:color w:val="000000"/>
                <w:sz w:val="32"/>
                <w:szCs w:val="32"/>
                <w:lang w:val="pt-PT"/>
              </w:rPr>
              <w:t>April 1-3, 2011</w:t>
            </w:r>
          </w:p>
        </w:tc>
        <w:tc>
          <w:tcPr>
            <w:tcW w:w="738" w:type="dxa"/>
            <w:vAlign w:val="center"/>
          </w:tcPr>
          <w:p w:rsidR="00AF2BA2" w:rsidRPr="0056260D" w:rsidRDefault="00AF2BA2">
            <w:pPr>
              <w:rPr>
                <w:lang w:val="pt-PT"/>
              </w:rPr>
            </w:pPr>
          </w:p>
          <w:p w:rsidR="006375B2" w:rsidRPr="00BE5B09" w:rsidRDefault="006375B2" w:rsidP="006375B2">
            <w:pPr>
              <w:jc w:val="center"/>
              <w:rPr>
                <w:lang w:val="pt-PT"/>
              </w:rPr>
            </w:pPr>
          </w:p>
        </w:tc>
      </w:tr>
    </w:tbl>
    <w:p w:rsidR="00313E45" w:rsidRDefault="00313E45">
      <w:pPr>
        <w:rPr>
          <w:lang w:val="pt-PT"/>
        </w:rPr>
      </w:pPr>
    </w:p>
    <w:p w:rsidR="00523C1B" w:rsidRPr="00BE5B09" w:rsidRDefault="00523C1B">
      <w:pPr>
        <w:rPr>
          <w:lang w:val="pt-PT"/>
        </w:rPr>
      </w:pPr>
    </w:p>
    <w:tbl>
      <w:tblPr>
        <w:tblStyle w:val="TableGrid"/>
        <w:tblW w:w="936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1800"/>
        <w:gridCol w:w="1080"/>
        <w:gridCol w:w="2970"/>
        <w:gridCol w:w="3510"/>
      </w:tblGrid>
      <w:tr w:rsidR="00E30099" w:rsidRPr="001E00FA" w:rsidTr="00E30099">
        <w:trPr>
          <w:jc w:val="center"/>
        </w:trPr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9966"/>
            <w:vAlign w:val="center"/>
          </w:tcPr>
          <w:p w:rsidR="00E30099" w:rsidRPr="00BE5B09" w:rsidRDefault="009B14F6" w:rsidP="003900A4">
            <w:pPr>
              <w:pStyle w:val="Heading2"/>
              <w:jc w:val="center"/>
              <w:outlineLvl w:val="1"/>
              <w:rPr>
                <w:rFonts w:ascii="Cambria" w:hAnsi="Cambria"/>
                <w:i/>
                <w:color w:val="FFFFFF"/>
                <w:sz w:val="24"/>
                <w:szCs w:val="24"/>
                <w:lang w:val="pt-PT"/>
              </w:rPr>
            </w:pPr>
            <w:r>
              <w:rPr>
                <w:rFonts w:ascii="Cambria" w:hAnsi="Cambria"/>
                <w:color w:val="FFFFFF"/>
                <w:sz w:val="24"/>
                <w:szCs w:val="24"/>
                <w:lang w:val="pt-PT"/>
              </w:rPr>
              <w:t>Team Entry Form</w:t>
            </w:r>
          </w:p>
        </w:tc>
        <w:tc>
          <w:tcPr>
            <w:tcW w:w="6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9966"/>
            <w:vAlign w:val="center"/>
          </w:tcPr>
          <w:p w:rsidR="00E30099" w:rsidRPr="00E30099" w:rsidRDefault="009B14F6" w:rsidP="00C44F02">
            <w:pPr>
              <w:jc w:val="right"/>
              <w:rPr>
                <w:rFonts w:ascii="Cambria" w:hAnsi="Cambria"/>
                <w:i/>
                <w:color w:val="FFFFFF"/>
                <w:sz w:val="22"/>
                <w:szCs w:val="22"/>
                <w:lang w:val="pt-PT"/>
              </w:rPr>
            </w:pPr>
            <w:r>
              <w:rPr>
                <w:rFonts w:ascii="Cambria" w:hAnsi="Cambria"/>
                <w:i/>
                <w:color w:val="FFFFFF"/>
                <w:lang w:val="pt-PT"/>
              </w:rPr>
              <w:t>$160.00 per Team, includes three games guaranteed, munchies Friday after first game, dinner and dance Saturday night.</w:t>
            </w:r>
          </w:p>
        </w:tc>
      </w:tr>
      <w:tr w:rsidR="008D0133" w:rsidRPr="001E00FA" w:rsidTr="00F93C5D">
        <w:trPr>
          <w:trHeight w:hRule="exact" w:val="216"/>
          <w:jc w:val="center"/>
        </w:trPr>
        <w:tc>
          <w:tcPr>
            <w:tcW w:w="9360" w:type="dxa"/>
            <w:gridSpan w:val="4"/>
            <w:tcBorders>
              <w:top w:val="single" w:sz="8" w:space="0" w:color="auto"/>
              <w:left w:val="nil"/>
              <w:bottom w:val="single" w:sz="4" w:space="0" w:color="99CC00"/>
              <w:right w:val="nil"/>
            </w:tcBorders>
          </w:tcPr>
          <w:p w:rsidR="008D0133" w:rsidRPr="001E00FA" w:rsidRDefault="008D0133">
            <w:pPr>
              <w:pStyle w:val="Body"/>
              <w:rPr>
                <w:lang w:val="pt-PT"/>
              </w:rPr>
            </w:pPr>
          </w:p>
        </w:tc>
      </w:tr>
      <w:tr w:rsidR="008D0133" w:rsidTr="00194825">
        <w:trPr>
          <w:jc w:val="center"/>
        </w:trPr>
        <w:tc>
          <w:tcPr>
            <w:tcW w:w="1800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8D0133" w:rsidRPr="00670530" w:rsidRDefault="003C5C2A" w:rsidP="00B92C64">
            <w:pPr>
              <w:pStyle w:val="Body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Skip </w:t>
            </w:r>
            <w:r w:rsidR="008D0133" w:rsidRPr="00670530">
              <w:rPr>
                <w:rFonts w:ascii="Verdana" w:hAnsi="Verdana"/>
                <w:sz w:val="16"/>
                <w:szCs w:val="16"/>
              </w:rPr>
              <w:t>Name</w:t>
            </w:r>
          </w:p>
        </w:tc>
        <w:tc>
          <w:tcPr>
            <w:tcW w:w="7560" w:type="dxa"/>
            <w:gridSpan w:val="3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8D0133" w:rsidRPr="0062551A" w:rsidRDefault="008D0133">
            <w:pPr>
              <w:pStyle w:val="Body"/>
              <w:rPr>
                <w:rFonts w:ascii="Verdana" w:hAnsi="Verdana"/>
                <w:sz w:val="18"/>
                <w:szCs w:val="18"/>
              </w:rPr>
            </w:pPr>
          </w:p>
        </w:tc>
      </w:tr>
      <w:tr w:rsidR="0062551A" w:rsidTr="00194825">
        <w:trPr>
          <w:jc w:val="center"/>
        </w:trPr>
        <w:tc>
          <w:tcPr>
            <w:tcW w:w="1800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62551A" w:rsidRPr="00670530" w:rsidRDefault="003C5C2A" w:rsidP="00B92C64">
            <w:pPr>
              <w:pStyle w:val="Body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Club</w:t>
            </w:r>
          </w:p>
        </w:tc>
        <w:tc>
          <w:tcPr>
            <w:tcW w:w="4050" w:type="dxa"/>
            <w:gridSpan w:val="2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nil"/>
            </w:tcBorders>
            <w:vAlign w:val="center"/>
          </w:tcPr>
          <w:p w:rsidR="0062551A" w:rsidRPr="0062551A" w:rsidRDefault="006255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99CC00"/>
              <w:left w:val="nil"/>
              <w:bottom w:val="single" w:sz="4" w:space="0" w:color="99CC00"/>
              <w:right w:val="single" w:sz="4" w:space="0" w:color="99CC00"/>
            </w:tcBorders>
            <w:vAlign w:val="center"/>
          </w:tcPr>
          <w:p w:rsidR="0062551A" w:rsidRPr="0062551A" w:rsidRDefault="0062551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D0133" w:rsidTr="00194825">
        <w:trPr>
          <w:jc w:val="center"/>
        </w:trPr>
        <w:tc>
          <w:tcPr>
            <w:tcW w:w="1800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8D0133" w:rsidRPr="00670530" w:rsidRDefault="008D0133" w:rsidP="00B92C64">
            <w:pPr>
              <w:pStyle w:val="Body"/>
              <w:jc w:val="right"/>
              <w:rPr>
                <w:rFonts w:ascii="Verdana" w:hAnsi="Verdana"/>
                <w:sz w:val="16"/>
                <w:szCs w:val="16"/>
              </w:rPr>
            </w:pPr>
            <w:r w:rsidRPr="00670530">
              <w:rPr>
                <w:rFonts w:ascii="Verdana" w:hAnsi="Verdana"/>
                <w:sz w:val="16"/>
                <w:szCs w:val="16"/>
              </w:rPr>
              <w:t>Address</w:t>
            </w:r>
          </w:p>
        </w:tc>
        <w:tc>
          <w:tcPr>
            <w:tcW w:w="7560" w:type="dxa"/>
            <w:gridSpan w:val="3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8D0133" w:rsidRPr="0062551A" w:rsidRDefault="008D013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D0133" w:rsidRPr="00D44125" w:rsidTr="00194825">
        <w:trPr>
          <w:jc w:val="center"/>
        </w:trPr>
        <w:tc>
          <w:tcPr>
            <w:tcW w:w="1800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8D0133" w:rsidRPr="00D44125" w:rsidRDefault="003C5C2A" w:rsidP="00B92C64">
            <w:pPr>
              <w:pStyle w:val="Body"/>
              <w:jc w:val="right"/>
              <w:rPr>
                <w:rFonts w:ascii="Verdana" w:hAnsi="Verdana"/>
                <w:sz w:val="16"/>
                <w:szCs w:val="16"/>
                <w:lang w:val="pt-PT"/>
              </w:rPr>
            </w:pPr>
            <w:r>
              <w:rPr>
                <w:rFonts w:ascii="Verdana" w:hAnsi="Verdana"/>
                <w:sz w:val="16"/>
                <w:szCs w:val="16"/>
                <w:lang w:val="pt-PT"/>
              </w:rPr>
              <w:t>E-mail</w:t>
            </w:r>
          </w:p>
        </w:tc>
        <w:tc>
          <w:tcPr>
            <w:tcW w:w="7560" w:type="dxa"/>
            <w:gridSpan w:val="3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8D0133" w:rsidRPr="0062551A" w:rsidRDefault="008D0133">
            <w:pPr>
              <w:rPr>
                <w:rFonts w:ascii="Verdana" w:hAnsi="Verdana"/>
                <w:sz w:val="18"/>
                <w:szCs w:val="18"/>
                <w:lang w:val="pt-PT"/>
              </w:rPr>
            </w:pPr>
          </w:p>
        </w:tc>
      </w:tr>
      <w:tr w:rsidR="003C5C2A" w:rsidRPr="009A1AA5" w:rsidTr="00194825">
        <w:trPr>
          <w:jc w:val="center"/>
        </w:trPr>
        <w:tc>
          <w:tcPr>
            <w:tcW w:w="1800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3C5C2A" w:rsidRPr="009A1AA5" w:rsidRDefault="003C5C2A" w:rsidP="00B92C64">
            <w:pPr>
              <w:pStyle w:val="Body"/>
              <w:jc w:val="right"/>
              <w:rPr>
                <w:rFonts w:ascii="Verdana" w:hAnsi="Verdana"/>
                <w:sz w:val="16"/>
                <w:szCs w:val="16"/>
                <w:lang w:val="pt-PT"/>
              </w:rPr>
            </w:pPr>
            <w:r>
              <w:rPr>
                <w:rFonts w:ascii="Verdana" w:hAnsi="Verdana"/>
                <w:sz w:val="16"/>
                <w:szCs w:val="16"/>
                <w:lang w:val="pt-PT"/>
              </w:rPr>
              <w:t>Phone</w:t>
            </w:r>
          </w:p>
        </w:tc>
        <w:tc>
          <w:tcPr>
            <w:tcW w:w="7560" w:type="dxa"/>
            <w:gridSpan w:val="3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3C5C2A" w:rsidRPr="0062551A" w:rsidRDefault="003C5C2A" w:rsidP="009158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 ) (         )  (                                    )</w:t>
            </w:r>
          </w:p>
        </w:tc>
      </w:tr>
      <w:tr w:rsidR="003C5C2A" w:rsidTr="00194825">
        <w:trPr>
          <w:jc w:val="center"/>
        </w:trPr>
        <w:tc>
          <w:tcPr>
            <w:tcW w:w="1800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3C5C2A" w:rsidRPr="00670530" w:rsidRDefault="003C5C2A" w:rsidP="00B92C64">
            <w:pPr>
              <w:pStyle w:val="Body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Third Name</w:t>
            </w:r>
          </w:p>
        </w:tc>
        <w:tc>
          <w:tcPr>
            <w:tcW w:w="7560" w:type="dxa"/>
            <w:gridSpan w:val="3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3C5C2A" w:rsidRPr="0062551A" w:rsidRDefault="003C5C2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C5C2A" w:rsidTr="00194825">
        <w:trPr>
          <w:jc w:val="center"/>
        </w:trPr>
        <w:tc>
          <w:tcPr>
            <w:tcW w:w="1800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3C5C2A" w:rsidRPr="00670530" w:rsidRDefault="003C5C2A" w:rsidP="00B92C64">
            <w:pPr>
              <w:pStyle w:val="Body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Second Name</w:t>
            </w:r>
          </w:p>
        </w:tc>
        <w:tc>
          <w:tcPr>
            <w:tcW w:w="7560" w:type="dxa"/>
            <w:gridSpan w:val="3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3C5C2A" w:rsidRPr="0062551A" w:rsidRDefault="003C5C2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C5C2A" w:rsidTr="00194825">
        <w:trPr>
          <w:jc w:val="center"/>
        </w:trPr>
        <w:tc>
          <w:tcPr>
            <w:tcW w:w="1800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3C5C2A" w:rsidRDefault="003C5C2A" w:rsidP="00B92C64">
            <w:pPr>
              <w:pStyle w:val="Body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Lead Name</w:t>
            </w:r>
          </w:p>
        </w:tc>
        <w:tc>
          <w:tcPr>
            <w:tcW w:w="7560" w:type="dxa"/>
            <w:gridSpan w:val="3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3C5C2A" w:rsidRPr="0062551A" w:rsidRDefault="003C5C2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0133" w:rsidRDefault="008D0133" w:rsidP="00B359B8">
      <w:pPr>
        <w:pStyle w:val="Heading2"/>
        <w:rPr>
          <w:sz w:val="16"/>
          <w:szCs w:val="16"/>
        </w:rPr>
      </w:pPr>
    </w:p>
    <w:p w:rsidR="00523C1B" w:rsidRPr="00523C1B" w:rsidRDefault="00523C1B" w:rsidP="00523C1B"/>
    <w:tbl>
      <w:tblPr>
        <w:tblStyle w:val="TableGrid"/>
        <w:tblW w:w="9366" w:type="dxa"/>
        <w:jc w:val="center"/>
        <w:tblInd w:w="-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9366"/>
      </w:tblGrid>
      <w:tr w:rsidR="008D0133" w:rsidTr="00523C1B">
        <w:trPr>
          <w:trHeight w:hRule="exact" w:val="613"/>
          <w:jc w:val="center"/>
        </w:trPr>
        <w:tc>
          <w:tcPr>
            <w:tcW w:w="9366" w:type="dxa"/>
          </w:tcPr>
          <w:p w:rsidR="008D0133" w:rsidRDefault="003C5C2A">
            <w:pPr>
              <w:pStyle w:val="Bod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Please select your preference of draws, every effort will be made to accommodate teams that are travelling a distance to attend:</w:t>
            </w:r>
          </w:p>
          <w:p w:rsidR="003C5C2A" w:rsidRDefault="003C5C2A">
            <w:pPr>
              <w:pStyle w:val="Body"/>
              <w:rPr>
                <w:rFonts w:ascii="Verdana" w:hAnsi="Verdana"/>
                <w:b/>
                <w:sz w:val="16"/>
                <w:szCs w:val="16"/>
              </w:rPr>
            </w:pPr>
          </w:p>
          <w:p w:rsidR="003C5C2A" w:rsidRPr="00C13A23" w:rsidRDefault="003C5C2A">
            <w:pPr>
              <w:pStyle w:val="Body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62BA7" w:rsidRPr="008B495F" w:rsidTr="00523C1B">
        <w:trPr>
          <w:jc w:val="center"/>
        </w:trPr>
        <w:tc>
          <w:tcPr>
            <w:tcW w:w="93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2BA7" w:rsidRDefault="00262BA7" w:rsidP="00270093">
            <w:pPr>
              <w:pStyle w:val="Body"/>
              <w:rPr>
                <w:rFonts w:ascii="Verdana" w:hAnsi="Verdana"/>
                <w:b/>
                <w:sz w:val="16"/>
                <w:szCs w:val="16"/>
              </w:rPr>
            </w:pPr>
          </w:p>
          <w:p w:rsidR="009B14F6" w:rsidRDefault="00001D28" w:rsidP="00270093">
            <w:pPr>
              <w:pStyle w:val="Body"/>
              <w:rPr>
                <w:rFonts w:ascii="Verdana" w:hAnsi="Verdana"/>
                <w:b/>
                <w:sz w:val="16"/>
                <w:szCs w:val="16"/>
              </w:rPr>
            </w:pPr>
            <w:r w:rsidRPr="00001D28">
              <w:rPr>
                <w:rFonts w:ascii="Verdana" w:hAnsi="Verdana"/>
                <w:b/>
                <w:noProof/>
                <w:sz w:val="16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295.2pt;margin-top:.2pt;width:35.25pt;height:9.75pt;z-index:251660288">
                  <v:textbox>
                    <w:txbxContent>
                      <w:p w:rsidR="009B14F6" w:rsidRDefault="009B14F6" w:rsidP="009B14F6"/>
                    </w:txbxContent>
                  </v:textbox>
                </v:shape>
              </w:pict>
            </w:r>
            <w:r w:rsidRPr="00001D28">
              <w:rPr>
                <w:rFonts w:ascii="Verdana" w:hAnsi="Verdana"/>
                <w:b/>
                <w:noProof/>
                <w:sz w:val="16"/>
                <w:szCs w:val="16"/>
              </w:rPr>
              <w:pict>
                <v:shape id="_x0000_s1028" type="#_x0000_t202" style="position:absolute;margin-left:170.1pt;margin-top:.2pt;width:35.25pt;height:9.75pt;z-index:251659264">
                  <v:textbox>
                    <w:txbxContent>
                      <w:p w:rsidR="009B14F6" w:rsidRDefault="009B14F6" w:rsidP="009B14F6"/>
                    </w:txbxContent>
                  </v:textbox>
                </v:shape>
              </w:pict>
            </w:r>
            <w:r w:rsidRPr="00001D28">
              <w:rPr>
                <w:rFonts w:ascii="Verdana" w:hAnsi="Verdana"/>
                <w:b/>
                <w:noProof/>
                <w:sz w:val="16"/>
                <w:szCs w:val="16"/>
              </w:rPr>
              <w:pict>
                <v:shape id="_x0000_s1026" type="#_x0000_t202" style="position:absolute;margin-left:52.5pt;margin-top:.05pt;width:35.25pt;height:9.75pt;z-index:251658240">
                  <v:textbox>
                    <w:txbxContent>
                      <w:p w:rsidR="009B14F6" w:rsidRDefault="009B14F6"/>
                    </w:txbxContent>
                  </v:textbox>
                </v:shape>
              </w:pict>
            </w:r>
            <w:r w:rsidR="009B14F6">
              <w:rPr>
                <w:rFonts w:ascii="Verdana" w:hAnsi="Verdana"/>
                <w:b/>
                <w:sz w:val="16"/>
                <w:szCs w:val="16"/>
              </w:rPr>
              <w:t xml:space="preserve">5:00 PM                              7:00 PM                               9:00 PM      </w:t>
            </w:r>
          </w:p>
          <w:p w:rsidR="009B14F6" w:rsidRDefault="009B14F6" w:rsidP="00270093">
            <w:pPr>
              <w:pStyle w:val="Body"/>
              <w:rPr>
                <w:rFonts w:ascii="Verdana" w:hAnsi="Verdana"/>
                <w:b/>
                <w:sz w:val="16"/>
                <w:szCs w:val="16"/>
              </w:rPr>
            </w:pPr>
          </w:p>
          <w:p w:rsidR="009B14F6" w:rsidRDefault="005A30B2" w:rsidP="00523C1B">
            <w:pPr>
              <w:pStyle w:val="Body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Payment</w:t>
            </w:r>
            <w:r w:rsidR="00262BA7" w:rsidRPr="008B495F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262BA7" w:rsidRPr="008B495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23C1B">
              <w:rPr>
                <w:rFonts w:ascii="Verdana" w:hAnsi="Verdana"/>
                <w:sz w:val="16"/>
                <w:szCs w:val="16"/>
              </w:rPr>
              <w:t>MAIL ENTRY FORM &amp; CHEQUE(Payable to NGCC) FOR</w:t>
            </w:r>
            <w:r w:rsidR="009B14F6">
              <w:rPr>
                <w:rFonts w:ascii="Verdana" w:hAnsi="Verdana"/>
                <w:sz w:val="16"/>
                <w:szCs w:val="16"/>
              </w:rPr>
              <w:t xml:space="preserve"> $160 </w:t>
            </w:r>
            <w:r w:rsidR="00523C1B">
              <w:rPr>
                <w:rFonts w:ascii="Verdana" w:hAnsi="Verdana"/>
                <w:sz w:val="16"/>
                <w:szCs w:val="16"/>
              </w:rPr>
              <w:t>TO:</w:t>
            </w:r>
          </w:p>
          <w:p w:rsidR="009B14F6" w:rsidRDefault="009B14F6" w:rsidP="00523C1B">
            <w:pPr>
              <w:pStyle w:val="Body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Jeremy MacDonald</w:t>
            </w:r>
          </w:p>
          <w:p w:rsidR="009B14F6" w:rsidRDefault="009B14F6" w:rsidP="00523C1B">
            <w:pPr>
              <w:pStyle w:val="Body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 BOX 1436</w:t>
            </w:r>
          </w:p>
          <w:p w:rsidR="009B14F6" w:rsidRDefault="009B14F6" w:rsidP="00523C1B">
            <w:pPr>
              <w:pStyle w:val="Body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Kemptville </w:t>
            </w:r>
            <w:r w:rsidR="00523C1B">
              <w:rPr>
                <w:rFonts w:ascii="Verdana" w:hAnsi="Verdana"/>
                <w:sz w:val="16"/>
                <w:szCs w:val="16"/>
              </w:rPr>
              <w:t>Ontario</w:t>
            </w:r>
          </w:p>
          <w:p w:rsidR="009B14F6" w:rsidRDefault="009B14F6" w:rsidP="00523C1B">
            <w:pPr>
              <w:pStyle w:val="Body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K0G 1J0</w:t>
            </w:r>
          </w:p>
          <w:p w:rsidR="00523C1B" w:rsidRDefault="00523C1B" w:rsidP="00523C1B">
            <w:pPr>
              <w:pStyle w:val="Body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3C1B" w:rsidRPr="00523C1B" w:rsidRDefault="00523C1B" w:rsidP="00523C1B">
            <w:pPr>
              <w:pStyle w:val="Body"/>
              <w:jc w:val="center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523C1B">
              <w:rPr>
                <w:rFonts w:ascii="Verdana" w:hAnsi="Verdana"/>
                <w:b/>
                <w:sz w:val="16"/>
                <w:szCs w:val="16"/>
                <w:u w:val="single"/>
              </w:rPr>
              <w:t>CLOSING DATE MARCH 14</w:t>
            </w:r>
            <w:r w:rsidRPr="00523C1B">
              <w:rPr>
                <w:rFonts w:ascii="Verdana" w:hAnsi="Verdana"/>
                <w:b/>
                <w:sz w:val="16"/>
                <w:szCs w:val="16"/>
                <w:u w:val="single"/>
                <w:vertAlign w:val="superscript"/>
              </w:rPr>
              <w:t>th</w:t>
            </w:r>
            <w:r w:rsidRPr="00523C1B">
              <w:rPr>
                <w:rFonts w:ascii="Verdana" w:hAnsi="Verdana"/>
                <w:b/>
                <w:sz w:val="16"/>
                <w:szCs w:val="16"/>
                <w:u w:val="single"/>
              </w:rPr>
              <w:t>, 2011</w:t>
            </w:r>
          </w:p>
        </w:tc>
      </w:tr>
      <w:tr w:rsidR="009B14F6" w:rsidRPr="008B495F" w:rsidTr="00523C1B">
        <w:trPr>
          <w:jc w:val="center"/>
        </w:trPr>
        <w:tc>
          <w:tcPr>
            <w:tcW w:w="93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14F6" w:rsidRDefault="009B14F6" w:rsidP="00270093">
            <w:pPr>
              <w:pStyle w:val="Body"/>
              <w:rPr>
                <w:rFonts w:ascii="Verdana" w:hAnsi="Verdana"/>
                <w:b/>
                <w:sz w:val="16"/>
                <w:szCs w:val="16"/>
              </w:rPr>
            </w:pPr>
          </w:p>
          <w:p w:rsidR="009B14F6" w:rsidRDefault="009B14F6" w:rsidP="00270093">
            <w:pPr>
              <w:pStyle w:val="Body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4517A" w:rsidRPr="008B495F" w:rsidTr="00523C1B">
        <w:trPr>
          <w:jc w:val="center"/>
        </w:trPr>
        <w:tc>
          <w:tcPr>
            <w:tcW w:w="93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2BA7" w:rsidRDefault="00262BA7" w:rsidP="00270093">
            <w:pPr>
              <w:pStyle w:val="Body"/>
              <w:rPr>
                <w:rFonts w:ascii="Verdana" w:hAnsi="Verdana"/>
                <w:b/>
                <w:sz w:val="16"/>
                <w:szCs w:val="16"/>
              </w:rPr>
            </w:pPr>
          </w:p>
          <w:p w:rsidR="00DF0D51" w:rsidRPr="008B495F" w:rsidRDefault="00DF0D51" w:rsidP="00523C1B">
            <w:pPr>
              <w:pStyle w:val="Body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41C12" w:rsidRDefault="00841C12">
      <w:pPr>
        <w:pStyle w:val="Heading2"/>
        <w:rPr>
          <w:b w:val="0"/>
          <w:lang w:val="pt-PT"/>
        </w:rPr>
      </w:pPr>
    </w:p>
    <w:tbl>
      <w:tblPr>
        <w:tblStyle w:val="TableGrid"/>
        <w:tblW w:w="0" w:type="auto"/>
        <w:tblLook w:val="01E0"/>
      </w:tblPr>
      <w:tblGrid>
        <w:gridCol w:w="2808"/>
      </w:tblGrid>
      <w:tr w:rsidR="00523C1B" w:rsidRPr="006C3010" w:rsidTr="00814480">
        <w:tc>
          <w:tcPr>
            <w:tcW w:w="2808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23C1B" w:rsidRPr="006C3010" w:rsidRDefault="00523C1B" w:rsidP="00ED4EDE">
            <w:pPr>
              <w:rPr>
                <w:lang w:val="pt-PT"/>
              </w:rPr>
            </w:pPr>
          </w:p>
        </w:tc>
      </w:tr>
    </w:tbl>
    <w:p w:rsidR="008D0133" w:rsidRPr="002F2341" w:rsidRDefault="00AF3128" w:rsidP="00AF3128">
      <w:pPr>
        <w:pStyle w:val="Heading2"/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1358975" cy="152097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913" cy="1525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val="en-CA" w:eastAsia="en-CA"/>
        </w:rPr>
        <w:drawing>
          <wp:inline distT="0" distB="0" distL="0" distR="0">
            <wp:extent cx="1307568" cy="1524000"/>
            <wp:effectExtent l="19050" t="0" r="6882" b="0"/>
            <wp:docPr id="5" name="Picture 4" descr="00001408_Bran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1408_Branch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9278" cy="1537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0133" w:rsidRPr="002F2341" w:rsidSect="004005F3">
      <w:headerReference w:type="even" r:id="rId11"/>
      <w:footerReference w:type="default" r:id="rId12"/>
      <w:headerReference w:type="first" r:id="rId13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F2E" w:rsidRDefault="00610F2E">
      <w:r>
        <w:separator/>
      </w:r>
    </w:p>
  </w:endnote>
  <w:endnote w:type="continuationSeparator" w:id="0">
    <w:p w:rsidR="00610F2E" w:rsidRDefault="00610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8FE" w:rsidRPr="00BB6950" w:rsidRDefault="005A68FE" w:rsidP="00BB6950">
    <w:pPr>
      <w:pStyle w:val="Footer"/>
      <w:jc w:val="right"/>
      <w:rPr>
        <w:rFonts w:ascii="Corbel" w:hAnsi="Corbel"/>
        <w:b/>
        <w:sz w:val="20"/>
        <w:szCs w:val="20"/>
        <w:lang w:val="pt-P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F2E" w:rsidRDefault="00610F2E">
      <w:r>
        <w:separator/>
      </w:r>
    </w:p>
  </w:footnote>
  <w:footnote w:type="continuationSeparator" w:id="0">
    <w:p w:rsidR="00610F2E" w:rsidRDefault="00610F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959" w:rsidRDefault="00001D28">
    <w:pPr>
      <w:pStyle w:val="Header"/>
    </w:pPr>
    <w:r w:rsidRPr="00001D28">
      <w:rPr>
        <w:noProof/>
        <w:lang w:val="pt-PT"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7" type="#_x0000_t75" style="position:absolute;margin-left:0;margin-top:0;width:467.85pt;height:374.25pt;z-index:-251658752;mso-position-horizontal:center;mso-position-horizontal-relative:margin;mso-position-vertical:center;mso-position-vertical-relative:margin" o:allowincell="f">
          <v:imagedata r:id="rId1" o:title="j0399406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959" w:rsidRDefault="00001D28">
    <w:pPr>
      <w:pStyle w:val="Header"/>
    </w:pPr>
    <w:r w:rsidRPr="00001D28">
      <w:rPr>
        <w:noProof/>
        <w:lang w:val="pt-PT"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6" type="#_x0000_t75" style="position:absolute;margin-left:0;margin-top:0;width:467.85pt;height:374.25pt;z-index:-251659776;mso-position-horizontal:center;mso-position-horizontal-relative:margin;mso-position-vertical:center;mso-position-vertical-relative:margin" o:allowincell="f">
          <v:imagedata r:id="rId1" o:title="j0399406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9218">
      <o:colormenu v:ext="edit" fillcolor="silver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B14F6"/>
    <w:rsid w:val="0000110B"/>
    <w:rsid w:val="00001D28"/>
    <w:rsid w:val="00004BB4"/>
    <w:rsid w:val="00017512"/>
    <w:rsid w:val="00023C9F"/>
    <w:rsid w:val="00053AAE"/>
    <w:rsid w:val="00067959"/>
    <w:rsid w:val="000B0E08"/>
    <w:rsid w:val="000B266E"/>
    <w:rsid w:val="000E64D8"/>
    <w:rsid w:val="001217C9"/>
    <w:rsid w:val="00165AFE"/>
    <w:rsid w:val="00193C94"/>
    <w:rsid w:val="00193ECA"/>
    <w:rsid w:val="00194825"/>
    <w:rsid w:val="001C1460"/>
    <w:rsid w:val="001C15CD"/>
    <w:rsid w:val="001C6B4A"/>
    <w:rsid w:val="001E00FA"/>
    <w:rsid w:val="00202B58"/>
    <w:rsid w:val="00207E0B"/>
    <w:rsid w:val="00216446"/>
    <w:rsid w:val="002209E7"/>
    <w:rsid w:val="002453B6"/>
    <w:rsid w:val="00262BA7"/>
    <w:rsid w:val="00270093"/>
    <w:rsid w:val="002B4979"/>
    <w:rsid w:val="002B64D3"/>
    <w:rsid w:val="002C56CE"/>
    <w:rsid w:val="002D20F2"/>
    <w:rsid w:val="00313E45"/>
    <w:rsid w:val="003172CF"/>
    <w:rsid w:val="00322812"/>
    <w:rsid w:val="00387318"/>
    <w:rsid w:val="003900A4"/>
    <w:rsid w:val="003A5A4D"/>
    <w:rsid w:val="003C5C2A"/>
    <w:rsid w:val="004005F3"/>
    <w:rsid w:val="004233DE"/>
    <w:rsid w:val="00462DCD"/>
    <w:rsid w:val="0048694A"/>
    <w:rsid w:val="00493CE0"/>
    <w:rsid w:val="00497A47"/>
    <w:rsid w:val="00516A8F"/>
    <w:rsid w:val="00523C1B"/>
    <w:rsid w:val="0053415B"/>
    <w:rsid w:val="0056260D"/>
    <w:rsid w:val="0056685C"/>
    <w:rsid w:val="005820C9"/>
    <w:rsid w:val="005A30B2"/>
    <w:rsid w:val="005A68FE"/>
    <w:rsid w:val="005B74C6"/>
    <w:rsid w:val="005E7186"/>
    <w:rsid w:val="00610F2E"/>
    <w:rsid w:val="006157C1"/>
    <w:rsid w:val="00623288"/>
    <w:rsid w:val="0062551A"/>
    <w:rsid w:val="006375B2"/>
    <w:rsid w:val="00637B91"/>
    <w:rsid w:val="00642094"/>
    <w:rsid w:val="00651302"/>
    <w:rsid w:val="00670530"/>
    <w:rsid w:val="006731A8"/>
    <w:rsid w:val="00680A89"/>
    <w:rsid w:val="006C3010"/>
    <w:rsid w:val="006D3648"/>
    <w:rsid w:val="006D6922"/>
    <w:rsid w:val="006E77D4"/>
    <w:rsid w:val="00705887"/>
    <w:rsid w:val="007152CC"/>
    <w:rsid w:val="00715A52"/>
    <w:rsid w:val="00727183"/>
    <w:rsid w:val="007672DB"/>
    <w:rsid w:val="007803E6"/>
    <w:rsid w:val="007A0E3D"/>
    <w:rsid w:val="007B0941"/>
    <w:rsid w:val="007C43CB"/>
    <w:rsid w:val="007D5008"/>
    <w:rsid w:val="007D524E"/>
    <w:rsid w:val="007E0ECD"/>
    <w:rsid w:val="00805C34"/>
    <w:rsid w:val="00814480"/>
    <w:rsid w:val="0083123A"/>
    <w:rsid w:val="00841C12"/>
    <w:rsid w:val="008716C9"/>
    <w:rsid w:val="008756AB"/>
    <w:rsid w:val="008B495F"/>
    <w:rsid w:val="008B7954"/>
    <w:rsid w:val="008D0133"/>
    <w:rsid w:val="008F7784"/>
    <w:rsid w:val="0090338A"/>
    <w:rsid w:val="009255DB"/>
    <w:rsid w:val="00940330"/>
    <w:rsid w:val="0098697E"/>
    <w:rsid w:val="00993B1C"/>
    <w:rsid w:val="009969D7"/>
    <w:rsid w:val="009A1AA5"/>
    <w:rsid w:val="009A449F"/>
    <w:rsid w:val="009B14F6"/>
    <w:rsid w:val="009D3518"/>
    <w:rsid w:val="009D5976"/>
    <w:rsid w:val="00A0192D"/>
    <w:rsid w:val="00A02472"/>
    <w:rsid w:val="00A2195A"/>
    <w:rsid w:val="00A310AA"/>
    <w:rsid w:val="00A340A7"/>
    <w:rsid w:val="00A43D82"/>
    <w:rsid w:val="00A54784"/>
    <w:rsid w:val="00A56FCF"/>
    <w:rsid w:val="00A84374"/>
    <w:rsid w:val="00A925FF"/>
    <w:rsid w:val="00AC08F3"/>
    <w:rsid w:val="00AF2BA2"/>
    <w:rsid w:val="00AF3128"/>
    <w:rsid w:val="00B17EF3"/>
    <w:rsid w:val="00B256FE"/>
    <w:rsid w:val="00B359B8"/>
    <w:rsid w:val="00B466A8"/>
    <w:rsid w:val="00B6292F"/>
    <w:rsid w:val="00B673C0"/>
    <w:rsid w:val="00B77F51"/>
    <w:rsid w:val="00B8149D"/>
    <w:rsid w:val="00B8378B"/>
    <w:rsid w:val="00B84310"/>
    <w:rsid w:val="00B92C64"/>
    <w:rsid w:val="00B96E42"/>
    <w:rsid w:val="00BB6950"/>
    <w:rsid w:val="00BD34C7"/>
    <w:rsid w:val="00BE4D8B"/>
    <w:rsid w:val="00BE5B09"/>
    <w:rsid w:val="00C13A23"/>
    <w:rsid w:val="00C23699"/>
    <w:rsid w:val="00C36F62"/>
    <w:rsid w:val="00C441A1"/>
    <w:rsid w:val="00C44F02"/>
    <w:rsid w:val="00C816D6"/>
    <w:rsid w:val="00C90D65"/>
    <w:rsid w:val="00C94967"/>
    <w:rsid w:val="00CA0743"/>
    <w:rsid w:val="00CA1424"/>
    <w:rsid w:val="00CA5C92"/>
    <w:rsid w:val="00CB13DD"/>
    <w:rsid w:val="00CC31A1"/>
    <w:rsid w:val="00CE0DCF"/>
    <w:rsid w:val="00CE199D"/>
    <w:rsid w:val="00D010BC"/>
    <w:rsid w:val="00D0583D"/>
    <w:rsid w:val="00D2477A"/>
    <w:rsid w:val="00D32764"/>
    <w:rsid w:val="00D44125"/>
    <w:rsid w:val="00D53406"/>
    <w:rsid w:val="00D57FAF"/>
    <w:rsid w:val="00D709CC"/>
    <w:rsid w:val="00D9174B"/>
    <w:rsid w:val="00D94185"/>
    <w:rsid w:val="00DA0E6B"/>
    <w:rsid w:val="00DA3FBA"/>
    <w:rsid w:val="00DB197F"/>
    <w:rsid w:val="00DD0240"/>
    <w:rsid w:val="00DE288F"/>
    <w:rsid w:val="00DF0D51"/>
    <w:rsid w:val="00DF7E0B"/>
    <w:rsid w:val="00E04FC9"/>
    <w:rsid w:val="00E06B3A"/>
    <w:rsid w:val="00E15FE0"/>
    <w:rsid w:val="00E22691"/>
    <w:rsid w:val="00E30099"/>
    <w:rsid w:val="00E4517A"/>
    <w:rsid w:val="00E71293"/>
    <w:rsid w:val="00EA06DF"/>
    <w:rsid w:val="00ED4EDE"/>
    <w:rsid w:val="00ED6DFF"/>
    <w:rsid w:val="00ED74B2"/>
    <w:rsid w:val="00EE22D2"/>
    <w:rsid w:val="00F0483A"/>
    <w:rsid w:val="00F25281"/>
    <w:rsid w:val="00F35B23"/>
    <w:rsid w:val="00F43840"/>
    <w:rsid w:val="00F64DBA"/>
    <w:rsid w:val="00F651F6"/>
    <w:rsid w:val="00F80781"/>
    <w:rsid w:val="00F8237A"/>
    <w:rsid w:val="00F83798"/>
    <w:rsid w:val="00F93C5D"/>
    <w:rsid w:val="00F94E58"/>
    <w:rsid w:val="00FA2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094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B0941"/>
    <w:pPr>
      <w:keepNext/>
      <w:pBdr>
        <w:bottom w:val="single" w:sz="8" w:space="1" w:color="BED2A5"/>
      </w:pBdr>
      <w:spacing w:before="240" w:after="60"/>
      <w:outlineLvl w:val="0"/>
    </w:pPr>
    <w:rPr>
      <w:rFonts w:ascii="Tahoma" w:hAnsi="Tahoma" w:cs="Arial"/>
      <w:b/>
      <w:bCs/>
      <w:color w:val="78916E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7B0941"/>
    <w:pPr>
      <w:keepNext/>
      <w:spacing w:before="60" w:after="60"/>
      <w:outlineLvl w:val="1"/>
    </w:pPr>
    <w:rPr>
      <w:rFonts w:ascii="Tahoma" w:hAnsi="Tahoma" w:cs="Arial"/>
      <w:b/>
      <w:bCs/>
      <w:iCs/>
      <w:color w:val="78916E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0941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rsid w:val="007B0941"/>
    <w:pPr>
      <w:spacing w:before="40" w:after="40"/>
    </w:pPr>
    <w:rPr>
      <w:rFonts w:ascii="Tahoma" w:hAnsi="Tahoma"/>
      <w:sz w:val="20"/>
      <w:szCs w:val="20"/>
    </w:rPr>
  </w:style>
  <w:style w:type="paragraph" w:styleId="Header">
    <w:name w:val="header"/>
    <w:basedOn w:val="Normal"/>
    <w:rsid w:val="00715A5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15A52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3C5C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5C2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eremym\Application%20Data\Microsoft\Templates\TP0300037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Props1.xml><?xml version="1.0" encoding="utf-8"?>
<ds:datastoreItem xmlns:ds="http://schemas.openxmlformats.org/officeDocument/2006/customXml" ds:itemID="{75B06585-5C39-4270-A03D-2BE965EE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0488A-F197-4FBC-9017-03E3789615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6ABCEF-B8D4-4D58-8CF7-94709C999652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TP030003723</Template>
  <TotalTime>2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mdlaptop</dc:creator>
  <cp:lastModifiedBy>mdlaptop</cp:lastModifiedBy>
  <cp:revision>2</cp:revision>
  <cp:lastPrinted>2003-07-23T09:40:00Z</cp:lastPrinted>
  <dcterms:created xsi:type="dcterms:W3CDTF">2011-02-17T08:09:00Z</dcterms:created>
  <dcterms:modified xsi:type="dcterms:W3CDTF">2011-02-17T08:09:00Z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TC300037239990</vt:lpwstr>
  </property>
</Properties>
</file>